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82A" w:rsidRPr="004F6A1F" w:rsidRDefault="002D782A" w:rsidP="000C76B1">
      <w:pPr>
        <w:pStyle w:val="AISVTITOLOLAVORO"/>
        <w:outlineLvl w:val="0"/>
      </w:pPr>
      <w:r w:rsidRPr="004F6A1F">
        <w:t xml:space="preserve">TITOLO: </w:t>
      </w:r>
      <w:r>
        <w:t>ISTRUZIONI PE</w:t>
      </w:r>
      <w:r w:rsidRPr="004F6A1F">
        <w:t>R GLI AUTORI</w:t>
      </w:r>
    </w:p>
    <w:p w:rsidR="002D782A" w:rsidRPr="004E5ECB" w:rsidRDefault="002D782A" w:rsidP="004E5ECB">
      <w:pPr>
        <w:pStyle w:val="AISVautori"/>
      </w:pPr>
      <w:r w:rsidRPr="004E5ECB">
        <w:t>autori: Nome Cognome, centrato, corpo 10, normale</w:t>
      </w:r>
    </w:p>
    <w:p w:rsidR="002D782A" w:rsidRPr="00AC400E" w:rsidRDefault="002D782A" w:rsidP="00AC400E">
      <w:pPr>
        <w:pStyle w:val="AISVaffiliazioneautori"/>
      </w:pPr>
      <w:r w:rsidRPr="00AC400E">
        <w:t>affiliazioni: centrato, corpo 9, normale</w:t>
      </w:r>
    </w:p>
    <w:p w:rsidR="002D782A" w:rsidRPr="0056477F" w:rsidRDefault="002D782A" w:rsidP="0056477F">
      <w:pPr>
        <w:pStyle w:val="AISVemailautori"/>
      </w:pPr>
      <w:r>
        <w:t xml:space="preserve">indirizzo di </w:t>
      </w:r>
      <w:r w:rsidRPr="0056477F">
        <w:t>posta elettronica degli autori: centrato, corpo 9, corsivo</w:t>
      </w:r>
    </w:p>
    <w:p w:rsidR="002D782A" w:rsidRDefault="002D782A" w:rsidP="004476CE">
      <w:pPr>
        <w:pStyle w:val="AISVcorpotesto"/>
      </w:pPr>
      <w:r>
        <w:t xml:space="preserve">Questo è un </w:t>
      </w:r>
      <w:r w:rsidRPr="006035A5">
        <w:rPr>
          <w:i/>
          <w:iCs/>
        </w:rPr>
        <w:t>template</w:t>
      </w:r>
      <w:r>
        <w:t xml:space="preserve"> per l'</w:t>
      </w:r>
      <w:r w:rsidRPr="006035A5">
        <w:rPr>
          <w:i/>
          <w:iCs/>
        </w:rPr>
        <w:t>abstract</w:t>
      </w:r>
      <w:r>
        <w:t>. L'</w:t>
      </w:r>
      <w:r w:rsidRPr="006035A5">
        <w:rPr>
          <w:i/>
          <w:iCs/>
        </w:rPr>
        <w:t>abstract</w:t>
      </w:r>
      <w:r>
        <w:t xml:space="preserve"> dovrà essere in inglese (sia titolo, sia t</w:t>
      </w:r>
      <w:r>
        <w:t>e</w:t>
      </w:r>
      <w:r>
        <w:t>sto). Il testo dell'</w:t>
      </w:r>
      <w:r w:rsidRPr="006035A5">
        <w:rPr>
          <w:i/>
          <w:iCs/>
        </w:rPr>
        <w:t>abstract</w:t>
      </w:r>
      <w:r>
        <w:t xml:space="preserve"> dovrà essere compreso tra le 200 e 300 parole.</w:t>
      </w:r>
    </w:p>
    <w:p w:rsidR="002D782A" w:rsidRDefault="002D782A" w:rsidP="004476CE">
      <w:pPr>
        <w:pStyle w:val="AISVcorpotesto"/>
      </w:pPr>
      <w:r>
        <w:t>La formattazione dovrà essere identica a quella dell’articolo finale inviato e non dovrà prevedere bibiografia. Non è inoltre consentito inserire immagini, tabelle, formule ecc., quindi l'</w:t>
      </w:r>
      <w:r w:rsidRPr="006035A5">
        <w:rPr>
          <w:i/>
          <w:iCs/>
        </w:rPr>
        <w:t>a</w:t>
      </w:r>
      <w:r w:rsidRPr="006035A5">
        <w:rPr>
          <w:i/>
          <w:iCs/>
        </w:rPr>
        <w:t>b</w:t>
      </w:r>
      <w:r w:rsidRPr="006035A5">
        <w:rPr>
          <w:i/>
          <w:iCs/>
        </w:rPr>
        <w:t>stract</w:t>
      </w:r>
      <w:r>
        <w:t xml:space="preserve"> dovrà essere di solo testo secondo i formati già definiti per l’articolo.</w:t>
      </w:r>
    </w:p>
    <w:p w:rsidR="002D782A" w:rsidRDefault="002D782A" w:rsidP="004476CE">
      <w:pPr>
        <w:pStyle w:val="AISVcorpotesto"/>
      </w:pPr>
      <w:r>
        <w:t>L'</w:t>
      </w:r>
      <w:r w:rsidRPr="006035A5">
        <w:rPr>
          <w:i/>
          <w:iCs/>
        </w:rPr>
        <w:t>abstract</w:t>
      </w:r>
      <w:r>
        <w:t xml:space="preserve"> dovrà essere consegnato contestualmente all’articolo finale.</w:t>
      </w:r>
    </w:p>
    <w:p w:rsidR="002D782A" w:rsidRPr="00F61FFC" w:rsidRDefault="002D782A" w:rsidP="004476CE">
      <w:pPr>
        <w:pStyle w:val="AISVcorpotesto"/>
      </w:pPr>
      <w:r w:rsidRPr="00A51342">
        <w:t>Vi ringraziamo anticipatamente della vostra collaborazione.</w:t>
      </w:r>
    </w:p>
    <w:sectPr w:rsidR="002D782A" w:rsidRPr="00F61FFC" w:rsidSect="00C25335">
      <w:headerReference w:type="even" r:id="rId7"/>
      <w:headerReference w:type="default" r:id="rId8"/>
      <w:headerReference w:type="first" r:id="rId9"/>
      <w:pgSz w:w="11906" w:h="16838"/>
      <w:pgMar w:top="2835" w:right="2268" w:bottom="2835" w:left="2268" w:header="709" w:footer="709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82A" w:rsidRDefault="002D782A">
      <w:r>
        <w:separator/>
      </w:r>
    </w:p>
  </w:endnote>
  <w:endnote w:type="continuationSeparator" w:id="0">
    <w:p w:rsidR="002D782A" w:rsidRDefault="002D78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82A" w:rsidRDefault="002D782A">
      <w:r>
        <w:separator/>
      </w:r>
    </w:p>
  </w:footnote>
  <w:footnote w:type="continuationSeparator" w:id="0">
    <w:p w:rsidR="002D782A" w:rsidRDefault="002D78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82A" w:rsidRDefault="002D782A" w:rsidP="00D65615">
    <w:pPr>
      <w:pStyle w:val="AISVintestazione"/>
    </w:pPr>
    <w:r>
      <w:t>autore1, autore2, ...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82A" w:rsidRPr="00540CCC" w:rsidRDefault="002D782A" w:rsidP="00D5680C">
    <w:pPr>
      <w:pStyle w:val="AISVintestazione"/>
    </w:pPr>
    <w:r>
      <w:t>titolo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82A" w:rsidRDefault="002D782A" w:rsidP="00D65615">
    <w:pPr>
      <w:pStyle w:val="AISVintestazione"/>
    </w:pPr>
    <w:r>
      <w:t>non scrivere nulla qui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C7D8A"/>
    <w:multiLevelType w:val="multilevel"/>
    <w:tmpl w:val="8E5CC3B4"/>
    <w:lvl w:ilvl="0">
      <w:start w:val="3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1191" w:hanging="1191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>
    <w:nsid w:val="6CFA7889"/>
    <w:multiLevelType w:val="hybridMultilevel"/>
    <w:tmpl w:val="589263BE"/>
    <w:lvl w:ilvl="0" w:tplc="FE2EC6BC">
      <w:start w:val="1"/>
      <w:numFmt w:val="decimal"/>
      <w:pStyle w:val="AISVelenconumerato"/>
      <w:lvlText w:val="%1.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08"/>
  <w:autoHyphenation/>
  <w:hyphenationZone w:val="227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50D5"/>
    <w:rsid w:val="0001291A"/>
    <w:rsid w:val="000321E3"/>
    <w:rsid w:val="00053679"/>
    <w:rsid w:val="00055B82"/>
    <w:rsid w:val="00077E08"/>
    <w:rsid w:val="000B5BCF"/>
    <w:rsid w:val="000C76B1"/>
    <w:rsid w:val="000D114B"/>
    <w:rsid w:val="000E45D8"/>
    <w:rsid w:val="000F5647"/>
    <w:rsid w:val="00147F22"/>
    <w:rsid w:val="001539D5"/>
    <w:rsid w:val="001573CC"/>
    <w:rsid w:val="001A035D"/>
    <w:rsid w:val="001C111C"/>
    <w:rsid w:val="001E08D4"/>
    <w:rsid w:val="001E0DE3"/>
    <w:rsid w:val="001E1D1E"/>
    <w:rsid w:val="001F18AF"/>
    <w:rsid w:val="001F74F9"/>
    <w:rsid w:val="00240D1D"/>
    <w:rsid w:val="002D782A"/>
    <w:rsid w:val="002E5166"/>
    <w:rsid w:val="002E7866"/>
    <w:rsid w:val="00362F91"/>
    <w:rsid w:val="0036421E"/>
    <w:rsid w:val="003A50B2"/>
    <w:rsid w:val="003B2BB5"/>
    <w:rsid w:val="003E6E52"/>
    <w:rsid w:val="00430681"/>
    <w:rsid w:val="00436E2E"/>
    <w:rsid w:val="00446E98"/>
    <w:rsid w:val="004476CE"/>
    <w:rsid w:val="004718BB"/>
    <w:rsid w:val="004E5ECB"/>
    <w:rsid w:val="004F440D"/>
    <w:rsid w:val="004F6A1F"/>
    <w:rsid w:val="005129B7"/>
    <w:rsid w:val="00523D2B"/>
    <w:rsid w:val="0053090F"/>
    <w:rsid w:val="00531222"/>
    <w:rsid w:val="00540CCC"/>
    <w:rsid w:val="0054300E"/>
    <w:rsid w:val="00544E9E"/>
    <w:rsid w:val="00553771"/>
    <w:rsid w:val="0056072C"/>
    <w:rsid w:val="0056477F"/>
    <w:rsid w:val="005A422C"/>
    <w:rsid w:val="005C58A5"/>
    <w:rsid w:val="005E718A"/>
    <w:rsid w:val="006035A5"/>
    <w:rsid w:val="0060683E"/>
    <w:rsid w:val="00607C88"/>
    <w:rsid w:val="00614EEC"/>
    <w:rsid w:val="006150D5"/>
    <w:rsid w:val="00662C76"/>
    <w:rsid w:val="006742CF"/>
    <w:rsid w:val="006B2DCE"/>
    <w:rsid w:val="006C3753"/>
    <w:rsid w:val="006E6D86"/>
    <w:rsid w:val="00714D53"/>
    <w:rsid w:val="00721704"/>
    <w:rsid w:val="0072777B"/>
    <w:rsid w:val="007434CC"/>
    <w:rsid w:val="00761121"/>
    <w:rsid w:val="007E0553"/>
    <w:rsid w:val="00803922"/>
    <w:rsid w:val="008C3291"/>
    <w:rsid w:val="008D2AAE"/>
    <w:rsid w:val="009075E8"/>
    <w:rsid w:val="00916119"/>
    <w:rsid w:val="009839EF"/>
    <w:rsid w:val="009B498F"/>
    <w:rsid w:val="009D5B34"/>
    <w:rsid w:val="009E63B9"/>
    <w:rsid w:val="009E6BEE"/>
    <w:rsid w:val="009F44AC"/>
    <w:rsid w:val="00A06C56"/>
    <w:rsid w:val="00A31F4D"/>
    <w:rsid w:val="00A51342"/>
    <w:rsid w:val="00A60F16"/>
    <w:rsid w:val="00A77673"/>
    <w:rsid w:val="00AA3D49"/>
    <w:rsid w:val="00AA6484"/>
    <w:rsid w:val="00AC400E"/>
    <w:rsid w:val="00AD32D4"/>
    <w:rsid w:val="00AE7204"/>
    <w:rsid w:val="00B02442"/>
    <w:rsid w:val="00B12A19"/>
    <w:rsid w:val="00B3153C"/>
    <w:rsid w:val="00B420B6"/>
    <w:rsid w:val="00B66311"/>
    <w:rsid w:val="00B77053"/>
    <w:rsid w:val="00BA1D69"/>
    <w:rsid w:val="00BB1A77"/>
    <w:rsid w:val="00BF6881"/>
    <w:rsid w:val="00C045BC"/>
    <w:rsid w:val="00C12E7B"/>
    <w:rsid w:val="00C14366"/>
    <w:rsid w:val="00C25335"/>
    <w:rsid w:val="00C663FE"/>
    <w:rsid w:val="00C7222E"/>
    <w:rsid w:val="00C75152"/>
    <w:rsid w:val="00C8318A"/>
    <w:rsid w:val="00CE663A"/>
    <w:rsid w:val="00D4258B"/>
    <w:rsid w:val="00D45B06"/>
    <w:rsid w:val="00D5680C"/>
    <w:rsid w:val="00D64735"/>
    <w:rsid w:val="00D65615"/>
    <w:rsid w:val="00D73E78"/>
    <w:rsid w:val="00D75333"/>
    <w:rsid w:val="00DD2F26"/>
    <w:rsid w:val="00DF081C"/>
    <w:rsid w:val="00E23AD8"/>
    <w:rsid w:val="00E41C58"/>
    <w:rsid w:val="00E53580"/>
    <w:rsid w:val="00E550C0"/>
    <w:rsid w:val="00E5721E"/>
    <w:rsid w:val="00E728CA"/>
    <w:rsid w:val="00E84284"/>
    <w:rsid w:val="00EA3F0E"/>
    <w:rsid w:val="00EC0646"/>
    <w:rsid w:val="00EC2097"/>
    <w:rsid w:val="00EE4753"/>
    <w:rsid w:val="00EE72F6"/>
    <w:rsid w:val="00EF5D05"/>
    <w:rsid w:val="00F27C05"/>
    <w:rsid w:val="00F30690"/>
    <w:rsid w:val="00F33151"/>
    <w:rsid w:val="00F44A06"/>
    <w:rsid w:val="00F61FFC"/>
    <w:rsid w:val="00F82C79"/>
    <w:rsid w:val="00F92FF7"/>
    <w:rsid w:val="00FA6316"/>
    <w:rsid w:val="00FA7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locked="1" w:uiPriority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E78"/>
    <w:rPr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E5ECB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5ECB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E5ECB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E5EC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E5EC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E5ECB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E5ECB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E5ECB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4F4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24F47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4F47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4F47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24F47"/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24F47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24F47"/>
    <w:rPr>
      <w:rFonts w:asciiTheme="minorHAnsi" w:eastAsiaTheme="minorEastAsia" w:hAnsiTheme="minorHAnsi" w:cstheme="minorBidi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24F47"/>
    <w:rPr>
      <w:rFonts w:asciiTheme="majorHAnsi" w:eastAsiaTheme="majorEastAsia" w:hAnsiTheme="majorHAnsi" w:cstheme="majorBidi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E84284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24F47"/>
    <w:rPr>
      <w:sz w:val="0"/>
      <w:szCs w:val="0"/>
      <w:lang w:eastAsia="en-US"/>
    </w:rPr>
  </w:style>
  <w:style w:type="paragraph" w:styleId="Title">
    <w:name w:val="Title"/>
    <w:basedOn w:val="Normal"/>
    <w:link w:val="TitleChar"/>
    <w:uiPriority w:val="99"/>
    <w:qFormat/>
    <w:rsid w:val="004E5ECB"/>
    <w:pPr>
      <w:jc w:val="center"/>
      <w:outlineLvl w:val="0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4E5ECB"/>
    <w:rPr>
      <w:rFonts w:cs="Times New Roman"/>
      <w:b/>
      <w:lang w:eastAsia="en-US"/>
    </w:rPr>
  </w:style>
  <w:style w:type="paragraph" w:styleId="BodyText">
    <w:name w:val="Body Text"/>
    <w:basedOn w:val="Normal"/>
    <w:link w:val="BodyTextChar"/>
    <w:uiPriority w:val="99"/>
    <w:rsid w:val="00E84284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F6881"/>
    <w:rPr>
      <w:rFonts w:cs="Times New Roman"/>
      <w:lang w:val="it-IT"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rsid w:val="00055B82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4F47"/>
    <w:rPr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055B82"/>
    <w:rPr>
      <w:rFonts w:cs="Times New Roman"/>
      <w:vertAlign w:val="superscript"/>
    </w:rPr>
  </w:style>
  <w:style w:type="paragraph" w:customStyle="1" w:styleId="AISVnote">
    <w:name w:val="AISV note"/>
    <w:basedOn w:val="FootnoteText"/>
    <w:autoRedefine/>
    <w:uiPriority w:val="99"/>
    <w:rsid w:val="00761121"/>
    <w:pPr>
      <w:spacing w:line="240" w:lineRule="exact"/>
      <w:jc w:val="both"/>
    </w:pPr>
  </w:style>
  <w:style w:type="paragraph" w:styleId="Header">
    <w:name w:val="header"/>
    <w:basedOn w:val="Normal"/>
    <w:link w:val="HeaderChar"/>
    <w:uiPriority w:val="99"/>
    <w:rsid w:val="00540CC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65615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540CC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4F47"/>
    <w:rPr>
      <w:sz w:val="20"/>
      <w:szCs w:val="20"/>
      <w:lang w:eastAsia="en-US"/>
    </w:rPr>
  </w:style>
  <w:style w:type="paragraph" w:customStyle="1" w:styleId="AISVTITOLOLAVORO">
    <w:name w:val="AISV TITOLO LAVORO"/>
    <w:basedOn w:val="Normal"/>
    <w:link w:val="AISVTITOLOLAVOROCarattere"/>
    <w:uiPriority w:val="99"/>
    <w:rsid w:val="0060683E"/>
    <w:pPr>
      <w:spacing w:after="240"/>
      <w:jc w:val="center"/>
    </w:pPr>
    <w:rPr>
      <w:b/>
      <w:bCs/>
      <w:caps/>
      <w:sz w:val="24"/>
      <w:szCs w:val="24"/>
      <w:lang w:eastAsia="it-IT"/>
    </w:rPr>
  </w:style>
  <w:style w:type="paragraph" w:customStyle="1" w:styleId="AISVautori">
    <w:name w:val="AISV autori"/>
    <w:basedOn w:val="Normal"/>
    <w:link w:val="AISVautoriCarattere"/>
    <w:uiPriority w:val="99"/>
    <w:rsid w:val="0060683E"/>
    <w:pPr>
      <w:jc w:val="center"/>
    </w:pPr>
    <w:rPr>
      <w:bCs/>
      <w:szCs w:val="24"/>
      <w:lang w:eastAsia="it-IT"/>
    </w:rPr>
  </w:style>
  <w:style w:type="character" w:customStyle="1" w:styleId="AISVTITOLOLAVOROCarattere">
    <w:name w:val="AISV TITOLO LAVORO Carattere"/>
    <w:basedOn w:val="DefaultParagraphFont"/>
    <w:link w:val="AISVTITOLOLAVORO"/>
    <w:uiPriority w:val="99"/>
    <w:locked/>
    <w:rsid w:val="0060683E"/>
    <w:rPr>
      <w:rFonts w:cs="Times New Roman"/>
      <w:b/>
      <w:bCs/>
      <w:caps/>
      <w:sz w:val="24"/>
      <w:szCs w:val="24"/>
      <w:lang w:eastAsia="en-US"/>
    </w:rPr>
  </w:style>
  <w:style w:type="paragraph" w:customStyle="1" w:styleId="AISVaffiliazioneautori">
    <w:name w:val="AISV affiliazione autori"/>
    <w:basedOn w:val="Normal"/>
    <w:link w:val="AISVaffiliazioneautoriCarattere"/>
    <w:uiPriority w:val="99"/>
    <w:rsid w:val="0060683E"/>
    <w:pPr>
      <w:jc w:val="center"/>
    </w:pPr>
    <w:rPr>
      <w:sz w:val="18"/>
      <w:szCs w:val="24"/>
      <w:lang w:eastAsia="it-IT"/>
    </w:rPr>
  </w:style>
  <w:style w:type="character" w:customStyle="1" w:styleId="AISVautoriCarattere">
    <w:name w:val="AISV autori Carattere"/>
    <w:basedOn w:val="DefaultParagraphFont"/>
    <w:link w:val="AISVautori"/>
    <w:uiPriority w:val="99"/>
    <w:locked/>
    <w:rsid w:val="0060683E"/>
    <w:rPr>
      <w:rFonts w:cs="Times New Roman"/>
      <w:bCs/>
      <w:sz w:val="24"/>
      <w:szCs w:val="24"/>
    </w:rPr>
  </w:style>
  <w:style w:type="paragraph" w:customStyle="1" w:styleId="AISVemailautori">
    <w:name w:val="AISV email autori"/>
    <w:basedOn w:val="Normal"/>
    <w:link w:val="AISVemailautoriCarattere"/>
    <w:uiPriority w:val="99"/>
    <w:rsid w:val="0060683E"/>
    <w:pPr>
      <w:spacing w:after="360"/>
      <w:jc w:val="center"/>
    </w:pPr>
    <w:rPr>
      <w:i/>
      <w:iCs/>
      <w:sz w:val="18"/>
      <w:szCs w:val="24"/>
      <w:lang w:eastAsia="it-IT"/>
    </w:rPr>
  </w:style>
  <w:style w:type="character" w:customStyle="1" w:styleId="AISVaffiliazioneautoriCarattere">
    <w:name w:val="AISV affiliazione autori Carattere"/>
    <w:basedOn w:val="DefaultParagraphFont"/>
    <w:link w:val="AISVaffiliazioneautori"/>
    <w:uiPriority w:val="99"/>
    <w:locked/>
    <w:rsid w:val="0060683E"/>
    <w:rPr>
      <w:rFonts w:cs="Times New Roman"/>
      <w:sz w:val="24"/>
      <w:szCs w:val="24"/>
    </w:rPr>
  </w:style>
  <w:style w:type="paragraph" w:customStyle="1" w:styleId="AISVcorpotesto">
    <w:name w:val="AISV corpo testo"/>
    <w:basedOn w:val="Normal"/>
    <w:link w:val="AISVcorpotestoCarattere"/>
    <w:uiPriority w:val="99"/>
    <w:rsid w:val="0060683E"/>
    <w:pPr>
      <w:spacing w:line="240" w:lineRule="exact"/>
      <w:ind w:firstLine="284"/>
      <w:jc w:val="both"/>
    </w:pPr>
    <w:rPr>
      <w:szCs w:val="24"/>
      <w:lang w:eastAsia="it-IT"/>
    </w:rPr>
  </w:style>
  <w:style w:type="character" w:customStyle="1" w:styleId="AISVemailautoriCarattere">
    <w:name w:val="AISV email autori Carattere"/>
    <w:basedOn w:val="DefaultParagraphFont"/>
    <w:link w:val="AISVemailautori"/>
    <w:uiPriority w:val="99"/>
    <w:locked/>
    <w:rsid w:val="0060683E"/>
    <w:rPr>
      <w:rFonts w:cs="Times New Roman"/>
      <w:i/>
      <w:iCs/>
      <w:sz w:val="24"/>
      <w:szCs w:val="24"/>
    </w:rPr>
  </w:style>
  <w:style w:type="paragraph" w:customStyle="1" w:styleId="AISVintestazione">
    <w:name w:val="AISV intestazione"/>
    <w:basedOn w:val="Header"/>
    <w:link w:val="AISVintestazioneCarattere"/>
    <w:uiPriority w:val="99"/>
    <w:rsid w:val="00D65615"/>
    <w:pPr>
      <w:jc w:val="center"/>
    </w:pPr>
  </w:style>
  <w:style w:type="character" w:customStyle="1" w:styleId="AISVcorpotestoCarattere">
    <w:name w:val="AISV corpo testo Carattere"/>
    <w:basedOn w:val="DefaultParagraphFont"/>
    <w:link w:val="AISVcorpotesto"/>
    <w:uiPriority w:val="99"/>
    <w:locked/>
    <w:rsid w:val="0060683E"/>
    <w:rPr>
      <w:rFonts w:cs="Times New Roman"/>
      <w:sz w:val="24"/>
      <w:szCs w:val="24"/>
    </w:rPr>
  </w:style>
  <w:style w:type="character" w:customStyle="1" w:styleId="AISVintestazioneCarattere">
    <w:name w:val="AISV intestazione Carattere"/>
    <w:basedOn w:val="HeaderChar"/>
    <w:link w:val="AISVintestazione"/>
    <w:uiPriority w:val="99"/>
    <w:locked/>
    <w:rsid w:val="00D65615"/>
  </w:style>
  <w:style w:type="paragraph" w:customStyle="1" w:styleId="AISVTITOLO1">
    <w:name w:val="AISV TITOLO 1"/>
    <w:basedOn w:val="Normal"/>
    <w:link w:val="AISVTITOLO1Carattere"/>
    <w:uiPriority w:val="99"/>
    <w:rsid w:val="0060683E"/>
    <w:pPr>
      <w:keepNext/>
      <w:spacing w:before="240" w:after="60"/>
      <w:jc w:val="both"/>
      <w:outlineLvl w:val="0"/>
    </w:pPr>
    <w:rPr>
      <w:b/>
      <w:bCs/>
      <w:caps/>
      <w:lang w:eastAsia="it-IT"/>
    </w:rPr>
  </w:style>
  <w:style w:type="paragraph" w:styleId="BalloonText">
    <w:name w:val="Balloon Text"/>
    <w:basedOn w:val="Normal"/>
    <w:link w:val="BalloonTextChar"/>
    <w:uiPriority w:val="99"/>
    <w:rsid w:val="00F44A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44A06"/>
    <w:rPr>
      <w:rFonts w:ascii="Tahoma" w:hAnsi="Tahoma" w:cs="Tahoma"/>
      <w:sz w:val="16"/>
      <w:szCs w:val="16"/>
      <w:lang w:eastAsia="en-US"/>
    </w:rPr>
  </w:style>
  <w:style w:type="character" w:customStyle="1" w:styleId="AISVTITOLO1Carattere">
    <w:name w:val="AISV TITOLO 1 Carattere"/>
    <w:basedOn w:val="DefaultParagraphFont"/>
    <w:link w:val="AISVTITOLO1"/>
    <w:uiPriority w:val="99"/>
    <w:locked/>
    <w:rsid w:val="0060683E"/>
    <w:rPr>
      <w:rFonts w:cs="Times New Roman"/>
      <w:b/>
      <w:bCs/>
      <w:caps/>
    </w:rPr>
  </w:style>
  <w:style w:type="paragraph" w:customStyle="1" w:styleId="AISVelenconumerato">
    <w:name w:val="AISV elenco_numerato"/>
    <w:basedOn w:val="Normal"/>
    <w:link w:val="AISVelenconumeratoCarattere"/>
    <w:uiPriority w:val="99"/>
    <w:rsid w:val="006B2DCE"/>
    <w:pPr>
      <w:numPr>
        <w:numId w:val="2"/>
      </w:numPr>
      <w:spacing w:before="120" w:after="120"/>
      <w:ind w:left="714" w:hanging="357"/>
    </w:pPr>
  </w:style>
  <w:style w:type="paragraph" w:customStyle="1" w:styleId="AISVTitolo2">
    <w:name w:val="AISV Titolo2"/>
    <w:basedOn w:val="Normal"/>
    <w:link w:val="AISVTitolo2Carattere"/>
    <w:uiPriority w:val="99"/>
    <w:rsid w:val="0060683E"/>
    <w:pPr>
      <w:spacing w:before="120"/>
      <w:jc w:val="both"/>
      <w:outlineLvl w:val="1"/>
    </w:pPr>
    <w:rPr>
      <w:i/>
      <w:iCs/>
      <w:szCs w:val="24"/>
      <w:lang w:eastAsia="it-IT"/>
    </w:rPr>
  </w:style>
  <w:style w:type="character" w:customStyle="1" w:styleId="AISVelenconumeratoCarattere">
    <w:name w:val="AISV elenco_numerato Carattere"/>
    <w:basedOn w:val="DefaultParagraphFont"/>
    <w:link w:val="AISVelenconumerato"/>
    <w:uiPriority w:val="99"/>
    <w:locked/>
    <w:rsid w:val="006B2DCE"/>
    <w:rPr>
      <w:rFonts w:cs="Times New Roman"/>
      <w:lang w:eastAsia="en-US"/>
    </w:rPr>
  </w:style>
  <w:style w:type="character" w:customStyle="1" w:styleId="AISVTitolo2Carattere">
    <w:name w:val="AISV Titolo2 Carattere"/>
    <w:basedOn w:val="DefaultParagraphFont"/>
    <w:link w:val="AISVTitolo2"/>
    <w:uiPriority w:val="99"/>
    <w:locked/>
    <w:rsid w:val="0060683E"/>
    <w:rPr>
      <w:rFonts w:cs="Times New Roman"/>
      <w:i/>
      <w:iCs/>
      <w:sz w:val="24"/>
      <w:szCs w:val="24"/>
    </w:rPr>
  </w:style>
  <w:style w:type="paragraph" w:customStyle="1" w:styleId="AISVdidascalia">
    <w:name w:val="AISV didascalia"/>
    <w:basedOn w:val="Normal"/>
    <w:link w:val="AISVdidascaliaCarattere1"/>
    <w:uiPriority w:val="99"/>
    <w:rsid w:val="0060683E"/>
    <w:pPr>
      <w:spacing w:before="120" w:after="120"/>
      <w:jc w:val="center"/>
    </w:pPr>
    <w:rPr>
      <w:bCs/>
      <w:iCs/>
      <w:szCs w:val="24"/>
      <w:lang w:eastAsia="it-IT"/>
    </w:rPr>
  </w:style>
  <w:style w:type="paragraph" w:customStyle="1" w:styleId="AISVRINGBIBIO">
    <w:name w:val="AISV RING_BIBIO"/>
    <w:basedOn w:val="Normal"/>
    <w:link w:val="AISVRINGBIBIOCarattere"/>
    <w:uiPriority w:val="99"/>
    <w:rsid w:val="0060683E"/>
    <w:pPr>
      <w:keepNext/>
      <w:spacing w:before="240" w:after="60"/>
      <w:jc w:val="both"/>
      <w:outlineLvl w:val="0"/>
    </w:pPr>
    <w:rPr>
      <w:b/>
      <w:bCs/>
      <w:caps/>
      <w:lang w:eastAsia="it-IT"/>
    </w:rPr>
  </w:style>
  <w:style w:type="character" w:customStyle="1" w:styleId="AISVdidascaliaCarattere">
    <w:name w:val="AISV didascalia Carattere"/>
    <w:basedOn w:val="DefaultParagraphFont"/>
    <w:link w:val="AISVdidascalia"/>
    <w:uiPriority w:val="99"/>
    <w:locked/>
    <w:rsid w:val="0060683E"/>
    <w:rPr>
      <w:rFonts w:cs="Times New Roman"/>
      <w:bCs/>
      <w:iCs/>
      <w:sz w:val="24"/>
      <w:szCs w:val="24"/>
    </w:rPr>
  </w:style>
  <w:style w:type="paragraph" w:customStyle="1" w:styleId="AISVbibliografiacorpo">
    <w:name w:val="AISV bibliografia_corpo"/>
    <w:basedOn w:val="Normal"/>
    <w:link w:val="AISVbibliografiacorpoCarattere"/>
    <w:uiPriority w:val="99"/>
    <w:rsid w:val="0060683E"/>
    <w:pPr>
      <w:spacing w:before="120"/>
      <w:jc w:val="both"/>
    </w:pPr>
    <w:rPr>
      <w:lang w:val="en-GB"/>
    </w:rPr>
  </w:style>
  <w:style w:type="character" w:customStyle="1" w:styleId="AISVRINGBIBIOCarattere">
    <w:name w:val="AISV RING_BIBIO Carattere"/>
    <w:basedOn w:val="DefaultParagraphFont"/>
    <w:link w:val="AISVRINGBIBIO"/>
    <w:uiPriority w:val="99"/>
    <w:locked/>
    <w:rsid w:val="0060683E"/>
    <w:rPr>
      <w:rFonts w:cs="Times New Roman"/>
      <w:b/>
      <w:bCs/>
      <w:caps/>
    </w:rPr>
  </w:style>
  <w:style w:type="paragraph" w:customStyle="1" w:styleId="AISVformula">
    <w:name w:val="AISV formula"/>
    <w:basedOn w:val="AISVdidascalia"/>
    <w:link w:val="AISVformulaCarattere"/>
    <w:uiPriority w:val="99"/>
    <w:rsid w:val="00C7222E"/>
    <w:pPr>
      <w:jc w:val="right"/>
    </w:pPr>
    <w:rPr>
      <w:noProof/>
    </w:rPr>
  </w:style>
  <w:style w:type="character" w:customStyle="1" w:styleId="AISVbibliografiacorpoCarattere">
    <w:name w:val="AISV bibliografia_corpo Carattere"/>
    <w:basedOn w:val="DefaultParagraphFont"/>
    <w:link w:val="AISVbibliografiacorpo"/>
    <w:uiPriority w:val="99"/>
    <w:locked/>
    <w:rsid w:val="0060683E"/>
    <w:rPr>
      <w:rFonts w:cs="Times New Roman"/>
      <w:lang w:val="en-GB" w:eastAsia="en-US"/>
    </w:rPr>
  </w:style>
  <w:style w:type="character" w:customStyle="1" w:styleId="AISVdidascaliaCarattere1">
    <w:name w:val="AISV didascalia Carattere1"/>
    <w:basedOn w:val="DefaultParagraphFont"/>
    <w:link w:val="AISVdidascalia"/>
    <w:uiPriority w:val="99"/>
    <w:locked/>
    <w:rsid w:val="0060683E"/>
    <w:rPr>
      <w:rFonts w:cs="Times New Roman"/>
      <w:bCs/>
      <w:iCs/>
      <w:sz w:val="24"/>
      <w:szCs w:val="24"/>
    </w:rPr>
  </w:style>
  <w:style w:type="character" w:customStyle="1" w:styleId="AISVformulaCarattere">
    <w:name w:val="AISV formula Carattere"/>
    <w:basedOn w:val="AISVdidascaliaCarattere1"/>
    <w:link w:val="AISVformula"/>
    <w:uiPriority w:val="99"/>
    <w:locked/>
    <w:rsid w:val="00C7222E"/>
    <w:rPr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114</Words>
  <Characters>653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ISTRUZIONI PER GLI AUTORI</dc:title>
  <dc:subject/>
  <dc:creator>Redazione AISV2013</dc:creator>
  <cp:keywords/>
  <dc:description/>
  <cp:lastModifiedBy>A</cp:lastModifiedBy>
  <cp:revision>3</cp:revision>
  <cp:lastPrinted>2012-02-01T15:39:00Z</cp:lastPrinted>
  <dcterms:created xsi:type="dcterms:W3CDTF">2013-09-06T06:44:00Z</dcterms:created>
  <dcterms:modified xsi:type="dcterms:W3CDTF">2014-02-27T06:40:00Z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@https://www.mendeley.com</vt:lpwstr>
  </property>
</Properties>
</file>